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0F21A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348D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01EF76E" w14:textId="10D3DDA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E4BD8">
        <w:rPr>
          <w:rFonts w:ascii="Corbel" w:hAnsi="Corbel"/>
          <w:i/>
          <w:smallCaps/>
          <w:sz w:val="24"/>
          <w:szCs w:val="24"/>
        </w:rPr>
        <w:t>20</w:t>
      </w:r>
      <w:r w:rsidR="00C960D4">
        <w:rPr>
          <w:rFonts w:ascii="Corbel" w:hAnsi="Corbel"/>
          <w:i/>
          <w:smallCaps/>
          <w:sz w:val="24"/>
          <w:szCs w:val="24"/>
        </w:rPr>
        <w:t>19</w:t>
      </w:r>
      <w:r w:rsidR="006E4BD8">
        <w:rPr>
          <w:rFonts w:ascii="Corbel" w:hAnsi="Corbel"/>
          <w:i/>
          <w:smallCaps/>
          <w:sz w:val="24"/>
          <w:szCs w:val="24"/>
        </w:rPr>
        <w:t>-202</w:t>
      </w:r>
      <w:r w:rsidR="00C960D4">
        <w:rPr>
          <w:rFonts w:ascii="Corbel" w:hAnsi="Corbel"/>
          <w:i/>
          <w:smallCaps/>
          <w:sz w:val="24"/>
          <w:szCs w:val="24"/>
        </w:rPr>
        <w:t>1</w:t>
      </w:r>
    </w:p>
    <w:p w14:paraId="4F0712F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D6FB664" w14:textId="50C3849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E39B2">
        <w:rPr>
          <w:rFonts w:ascii="Corbel" w:hAnsi="Corbel"/>
          <w:sz w:val="20"/>
          <w:szCs w:val="20"/>
        </w:rPr>
        <w:t>20</w:t>
      </w:r>
      <w:r w:rsidR="006E4BD8">
        <w:rPr>
          <w:rFonts w:ascii="Corbel" w:hAnsi="Corbel"/>
          <w:sz w:val="20"/>
          <w:szCs w:val="20"/>
        </w:rPr>
        <w:t>2</w:t>
      </w:r>
      <w:r w:rsidR="00C960D4">
        <w:rPr>
          <w:rFonts w:ascii="Corbel" w:hAnsi="Corbel"/>
          <w:sz w:val="20"/>
          <w:szCs w:val="20"/>
        </w:rPr>
        <w:t>0</w:t>
      </w:r>
      <w:r w:rsidR="006E4BD8">
        <w:rPr>
          <w:rFonts w:ascii="Corbel" w:hAnsi="Corbel"/>
          <w:sz w:val="20"/>
          <w:szCs w:val="20"/>
        </w:rPr>
        <w:t>-202</w:t>
      </w:r>
      <w:r w:rsidR="00C960D4">
        <w:rPr>
          <w:rFonts w:ascii="Corbel" w:hAnsi="Corbel"/>
          <w:sz w:val="20"/>
          <w:szCs w:val="20"/>
        </w:rPr>
        <w:t>1</w:t>
      </w:r>
    </w:p>
    <w:p w14:paraId="21B515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0CCD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0500D2" w14:textId="77777777" w:rsidTr="00B819C8">
        <w:tc>
          <w:tcPr>
            <w:tcW w:w="2694" w:type="dxa"/>
            <w:vAlign w:val="center"/>
          </w:tcPr>
          <w:p w14:paraId="7533E6C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A313" w14:textId="77777777" w:rsidR="0085747A" w:rsidRPr="009C54AE" w:rsidRDefault="006E4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Ewaluacja projektu socjalnego</w:t>
            </w:r>
          </w:p>
        </w:tc>
      </w:tr>
      <w:tr w:rsidR="0085747A" w:rsidRPr="009C54AE" w14:paraId="014CBAC4" w14:textId="77777777" w:rsidTr="00B819C8">
        <w:tc>
          <w:tcPr>
            <w:tcW w:w="2694" w:type="dxa"/>
            <w:vAlign w:val="center"/>
          </w:tcPr>
          <w:p w14:paraId="3FFD47D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BABF60" w14:textId="28298B2B" w:rsidR="0085747A" w:rsidRPr="009C54AE" w:rsidRDefault="006E4BD8" w:rsidP="00B17D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B17DBB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[3]F_09</w:t>
            </w:r>
          </w:p>
        </w:tc>
      </w:tr>
      <w:tr w:rsidR="0085747A" w:rsidRPr="009C54AE" w14:paraId="17E576EA" w14:textId="77777777" w:rsidTr="00B819C8">
        <w:tc>
          <w:tcPr>
            <w:tcW w:w="2694" w:type="dxa"/>
            <w:vAlign w:val="center"/>
          </w:tcPr>
          <w:p w14:paraId="77A5B27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C6117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8518819" w14:textId="77777777" w:rsidTr="00B819C8">
        <w:tc>
          <w:tcPr>
            <w:tcW w:w="2694" w:type="dxa"/>
            <w:vAlign w:val="center"/>
          </w:tcPr>
          <w:p w14:paraId="590FB4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8841CF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E8E871" w14:textId="77777777" w:rsidTr="00B819C8">
        <w:tc>
          <w:tcPr>
            <w:tcW w:w="2694" w:type="dxa"/>
            <w:vAlign w:val="center"/>
          </w:tcPr>
          <w:p w14:paraId="1ADF28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0EB1E" w14:textId="77777777" w:rsidR="0085747A" w:rsidRPr="009C54AE" w:rsidRDefault="00DC2B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501587FB" w14:textId="77777777" w:rsidTr="00B819C8">
        <w:tc>
          <w:tcPr>
            <w:tcW w:w="2694" w:type="dxa"/>
            <w:vAlign w:val="center"/>
          </w:tcPr>
          <w:p w14:paraId="352A0B5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21612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6B1DB101" w14:textId="77777777" w:rsidTr="00B819C8">
        <w:tc>
          <w:tcPr>
            <w:tcW w:w="2694" w:type="dxa"/>
            <w:vAlign w:val="center"/>
          </w:tcPr>
          <w:p w14:paraId="650E81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799388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C2C36B9" w14:textId="77777777" w:rsidTr="00B819C8">
        <w:tc>
          <w:tcPr>
            <w:tcW w:w="2694" w:type="dxa"/>
            <w:vAlign w:val="center"/>
          </w:tcPr>
          <w:p w14:paraId="6D1C63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1EFDF" w14:textId="50C49BE5" w:rsidR="0085747A" w:rsidRPr="009C54AE" w:rsidRDefault="00B17D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3718049" w14:textId="77777777" w:rsidTr="00B819C8">
        <w:tc>
          <w:tcPr>
            <w:tcW w:w="2694" w:type="dxa"/>
            <w:vAlign w:val="center"/>
          </w:tcPr>
          <w:p w14:paraId="573C22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90A83DD" w14:textId="77777777" w:rsidR="0085747A" w:rsidRPr="009C54AE" w:rsidRDefault="008A4DBB" w:rsidP="00071C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E4BD8">
              <w:rPr>
                <w:rFonts w:ascii="Corbel" w:hAnsi="Corbel"/>
                <w:b w:val="0"/>
                <w:sz w:val="24"/>
                <w:szCs w:val="24"/>
              </w:rPr>
              <w:t>2, semestr II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98FFF13" w14:textId="77777777" w:rsidTr="00B819C8">
        <w:tc>
          <w:tcPr>
            <w:tcW w:w="2694" w:type="dxa"/>
            <w:vAlign w:val="center"/>
          </w:tcPr>
          <w:p w14:paraId="145369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12A6A5" w14:textId="77777777" w:rsidR="0085747A" w:rsidRPr="009C54A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4FC763CA" w14:textId="77777777" w:rsidTr="00B819C8">
        <w:tc>
          <w:tcPr>
            <w:tcW w:w="2694" w:type="dxa"/>
            <w:vAlign w:val="center"/>
          </w:tcPr>
          <w:p w14:paraId="543974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413628" w14:textId="77777777" w:rsidR="00923D7D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0BEC112C" w14:textId="77777777" w:rsidTr="00B819C8">
        <w:tc>
          <w:tcPr>
            <w:tcW w:w="2694" w:type="dxa"/>
            <w:vAlign w:val="center"/>
          </w:tcPr>
          <w:p w14:paraId="2F4C0C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7F0B95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85747A" w:rsidRPr="009C54AE" w14:paraId="7DBBA15D" w14:textId="77777777" w:rsidTr="00B819C8">
        <w:tc>
          <w:tcPr>
            <w:tcW w:w="2694" w:type="dxa"/>
            <w:vAlign w:val="center"/>
          </w:tcPr>
          <w:p w14:paraId="7A5B87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737E29" w14:textId="77777777" w:rsidR="0085747A" w:rsidRPr="009C54AE" w:rsidRDefault="00FE39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14:paraId="222A6F03" w14:textId="77777777" w:rsidR="00923D7D" w:rsidRPr="009C54AE" w:rsidRDefault="0085747A" w:rsidP="000C66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0F1943D" w14:textId="77777777" w:rsidR="00923D7D" w:rsidRPr="009C54AE" w:rsidRDefault="0085747A" w:rsidP="000C66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DAFD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34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C474DC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06B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64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06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EE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5D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2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21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90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2D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12030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4D20" w14:textId="77777777" w:rsidR="00015B8F" w:rsidRPr="009C54AE" w:rsidRDefault="00FE3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8A4DB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A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1B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AA8D" w14:textId="3CF29D8A" w:rsidR="00015B8F" w:rsidRPr="009C54AE" w:rsidRDefault="00B17D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97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21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5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86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16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03F9" w14:textId="77777777" w:rsidR="00015B8F" w:rsidRPr="009C54AE" w:rsidRDefault="00071C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32E7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1AC16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7995E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77CB4E" w14:textId="77777777" w:rsidR="0085747A" w:rsidRPr="009C54AE" w:rsidRDefault="00E66A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A6F">
        <w:rPr>
          <w:rFonts w:ascii="MS Gothic" w:eastAsia="MS Gothic" w:hAnsi="MS Gothic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BF3E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9D792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1BF7A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91352" w14:textId="77777777" w:rsidR="009C54AE" w:rsidRDefault="00614C7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66ED1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A3071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304128" w14:textId="77777777" w:rsidTr="00745302">
        <w:tc>
          <w:tcPr>
            <w:tcW w:w="9670" w:type="dxa"/>
          </w:tcPr>
          <w:p w14:paraId="7754E05D" w14:textId="77777777" w:rsidR="0085747A" w:rsidRPr="009C54AE" w:rsidRDefault="008A4DBB" w:rsidP="00614C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metodyki pracy socjalnej</w:t>
            </w:r>
          </w:p>
        </w:tc>
      </w:tr>
    </w:tbl>
    <w:p w14:paraId="6C404843" w14:textId="77777777" w:rsidR="006E4BD8" w:rsidRDefault="006E4B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11D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63D54A" w14:textId="77777777" w:rsidR="00F83B28" w:rsidRPr="000C660C" w:rsidRDefault="0071620A" w:rsidP="000C660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E4BD8" w:rsidRPr="009C54AE" w14:paraId="7E99762A" w14:textId="77777777" w:rsidTr="008A4DB6">
        <w:tc>
          <w:tcPr>
            <w:tcW w:w="851" w:type="dxa"/>
            <w:vAlign w:val="center"/>
          </w:tcPr>
          <w:p w14:paraId="3EFA2477" w14:textId="77777777" w:rsidR="006E4BD8" w:rsidRPr="009C54AE" w:rsidRDefault="006E4BD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D55C5FE" w14:textId="77777777" w:rsidR="006E4BD8" w:rsidRPr="006E4BD8" w:rsidRDefault="006E4BD8" w:rsidP="006E4BD8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Przekazanie studentom wiedzy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realizacji</w:t>
            </w:r>
            <w:r>
              <w:rPr>
                <w:rFonts w:ascii="Corbel" w:hAnsi="Corbel"/>
                <w:sz w:val="24"/>
                <w:szCs w:val="24"/>
              </w:rPr>
              <w:t xml:space="preserve"> procesu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ewaluacji projektu socjalnego.</w:t>
            </w:r>
          </w:p>
        </w:tc>
      </w:tr>
      <w:tr w:rsidR="006E4BD8" w:rsidRPr="009C54AE" w14:paraId="32959DC9" w14:textId="77777777" w:rsidTr="008A4DB6">
        <w:tc>
          <w:tcPr>
            <w:tcW w:w="851" w:type="dxa"/>
            <w:vAlign w:val="center"/>
          </w:tcPr>
          <w:p w14:paraId="605721BE" w14:textId="77777777" w:rsidR="006E4BD8" w:rsidRPr="009C54AE" w:rsidRDefault="006E4BD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B652DD" w14:textId="77777777" w:rsidR="006E4BD8" w:rsidRPr="006E4BD8" w:rsidRDefault="006E4BD8" w:rsidP="00AF5654">
            <w:pPr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8A4DBB">
              <w:rPr>
                <w:rFonts w:ascii="Corbel" w:hAnsi="Corbel"/>
                <w:sz w:val="24"/>
                <w:szCs w:val="24"/>
              </w:rPr>
              <w:t>realizacji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procesu ewaluacji projektu socjalnego</w:t>
            </w:r>
          </w:p>
        </w:tc>
      </w:tr>
    </w:tbl>
    <w:p w14:paraId="30D2F6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4FB07" w14:textId="77777777" w:rsidR="001D7B54" w:rsidRPr="009C54AE" w:rsidRDefault="009F4610" w:rsidP="000C66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67CF288" w14:textId="77777777" w:rsidTr="0071620A">
        <w:tc>
          <w:tcPr>
            <w:tcW w:w="1701" w:type="dxa"/>
            <w:vAlign w:val="center"/>
          </w:tcPr>
          <w:p w14:paraId="138F13E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2FAA4D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4936B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AD815B" w14:textId="77777777" w:rsidTr="005E6E85">
        <w:tc>
          <w:tcPr>
            <w:tcW w:w="1701" w:type="dxa"/>
          </w:tcPr>
          <w:p w14:paraId="32713E33" w14:textId="77777777" w:rsidR="0085747A" w:rsidRPr="009C54AE" w:rsidRDefault="00895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6BE87E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pogłębioną  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dotyczącą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 sposobów  pozyskiwania danych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6FC30BED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4E6EC2C" w14:textId="77777777" w:rsidTr="005E6E85">
        <w:tc>
          <w:tcPr>
            <w:tcW w:w="1701" w:type="dxa"/>
          </w:tcPr>
          <w:p w14:paraId="234836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F9C0C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w zakresie stosowania  różnorodnych metod, technik i narzędzi badawczych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potrzeby ewaluacji projektu socjalnego</w:t>
            </w:r>
          </w:p>
        </w:tc>
        <w:tc>
          <w:tcPr>
            <w:tcW w:w="1873" w:type="dxa"/>
          </w:tcPr>
          <w:p w14:paraId="1D2238BA" w14:textId="77777777" w:rsidR="0085747A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071CEC" w:rsidRPr="009C54AE" w14:paraId="3458A61B" w14:textId="77777777" w:rsidTr="005E6E85">
        <w:tc>
          <w:tcPr>
            <w:tcW w:w="1701" w:type="dxa"/>
          </w:tcPr>
          <w:p w14:paraId="69FF1B17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ABF29A7" w14:textId="77777777" w:rsidR="00071CEC" w:rsidRPr="009C54AE" w:rsidRDefault="00186F20" w:rsidP="00186F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krytycznego analizowania 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procesów oraz zjawisk istotnych w kontekście realizacji projektu socjalnego</w:t>
            </w:r>
          </w:p>
        </w:tc>
        <w:tc>
          <w:tcPr>
            <w:tcW w:w="1873" w:type="dxa"/>
          </w:tcPr>
          <w:p w14:paraId="12ADE5E1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71CEC" w:rsidRPr="009C54AE" w14:paraId="38D5054F" w14:textId="77777777" w:rsidTr="005E6E85">
        <w:tc>
          <w:tcPr>
            <w:tcW w:w="1701" w:type="dxa"/>
          </w:tcPr>
          <w:p w14:paraId="47E92A95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1368A0" w14:textId="77777777" w:rsidR="00071CEC" w:rsidRPr="009C54AE" w:rsidRDefault="00186F20" w:rsidP="00071C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otrafi wykorzystywać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pochodzącą z ewaluacji w celu doskonalenia projektu socjalnego</w:t>
            </w:r>
          </w:p>
        </w:tc>
        <w:tc>
          <w:tcPr>
            <w:tcW w:w="1873" w:type="dxa"/>
          </w:tcPr>
          <w:p w14:paraId="1EA19B71" w14:textId="77777777" w:rsidR="00071CEC" w:rsidRPr="009C54AE" w:rsidRDefault="006E4BD8" w:rsidP="006E4B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71CEC" w:rsidRPr="009C54AE" w14:paraId="2598E854" w14:textId="77777777" w:rsidTr="005E6E85">
        <w:tc>
          <w:tcPr>
            <w:tcW w:w="1701" w:type="dxa"/>
          </w:tcPr>
          <w:p w14:paraId="5F397792" w14:textId="77777777" w:rsidR="00071CEC" w:rsidRPr="009C54AE" w:rsidRDefault="00071CEC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AAD0E01" w14:textId="77777777" w:rsidR="00071CEC" w:rsidRPr="009C54AE" w:rsidRDefault="00186F20" w:rsidP="00705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186F20">
              <w:rPr>
                <w:rFonts w:ascii="Corbel" w:hAnsi="Corbel"/>
                <w:b w:val="0"/>
                <w:smallCaps w:val="0"/>
                <w:szCs w:val="24"/>
              </w:rPr>
              <w:t xml:space="preserve">est przekonany o zawodowej i etycznej odpowiedzialności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związanej z realizacją procesu ewaluacji projektu socjalnego oraz ma świadomość znaczenia odpowiedzialnego formułowania rekomendacji na podstawie przeprowadzonych badań</w:t>
            </w:r>
          </w:p>
        </w:tc>
        <w:tc>
          <w:tcPr>
            <w:tcW w:w="1873" w:type="dxa"/>
          </w:tcPr>
          <w:p w14:paraId="1BFF20C5" w14:textId="77777777" w:rsidR="00071CEC" w:rsidRPr="009C54AE" w:rsidRDefault="006E4BD8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BD8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7615B24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577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49AFA42" w14:textId="77777777" w:rsidR="0085747A" w:rsidRPr="000C660C" w:rsidRDefault="0085747A" w:rsidP="000C660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7EB2FE" w14:textId="77777777" w:rsidTr="00923D7D">
        <w:tc>
          <w:tcPr>
            <w:tcW w:w="9639" w:type="dxa"/>
          </w:tcPr>
          <w:p w14:paraId="487F6CD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8CEE02" w14:textId="77777777" w:rsidTr="00923D7D">
        <w:tc>
          <w:tcPr>
            <w:tcW w:w="9639" w:type="dxa"/>
          </w:tcPr>
          <w:p w14:paraId="26A59A09" w14:textId="77777777" w:rsidR="004E5439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Czym projekt socjalny? Struktura projektu socjalnego, tworzenie projektu socjalnego, diagnoza problemów, stawianie celów, przypisywanie działań prowadzących do osiągnięcia postawionego celu, dobór wskaźników monitorowania i ewaluacji, struktura zarządzania projektem socjalnym, finansowanie projektu socjalnego </w:t>
            </w:r>
          </w:p>
          <w:p w14:paraId="3A1303FE" w14:textId="77777777" w:rsidR="0063131C" w:rsidRPr="009E33AE" w:rsidRDefault="004E5439" w:rsidP="004E54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273AC909" w14:textId="77777777" w:rsidTr="00923D7D">
        <w:tc>
          <w:tcPr>
            <w:tcW w:w="9639" w:type="dxa"/>
          </w:tcPr>
          <w:p w14:paraId="6793882F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 xml:space="preserve">Wprowadzenie do ewaluacji. Definicje ewaluacji, ewaluacja a audyt, a kontrola, a monitoring, a akredytacja. Rodzaje ewaluacji ze względu na czas jej realizacji, ewaluacja ex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ex post, on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going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E5439">
              <w:rPr>
                <w:rFonts w:ascii="Corbel" w:hAnsi="Corbel"/>
                <w:sz w:val="24"/>
                <w:szCs w:val="24"/>
              </w:rPr>
              <w:t>mid</w:t>
            </w:r>
            <w:proofErr w:type="spellEnd"/>
            <w:r w:rsidRPr="004E5439">
              <w:rPr>
                <w:rFonts w:ascii="Corbel" w:hAnsi="Corbel"/>
                <w:sz w:val="24"/>
                <w:szCs w:val="24"/>
              </w:rPr>
              <w:t xml:space="preserve"> term – ich silne i słabe strony.</w:t>
            </w:r>
          </w:p>
          <w:p w14:paraId="21DC5B87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B00577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14:paraId="04CE5B49" w14:textId="77777777" w:rsidR="004E5439" w:rsidRP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14:paraId="7B90A3B5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14:paraId="76E54CB0" w14:textId="77777777" w:rsidR="004E5439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Standardy ewaluacji</w:t>
            </w:r>
          </w:p>
          <w:p w14:paraId="55BBF88B" w14:textId="77777777" w:rsidR="009E33AE" w:rsidRPr="009B41B5" w:rsidRDefault="004E5439" w:rsidP="004E5439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(6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4E543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E33AE" w:rsidRPr="009C54AE" w14:paraId="3178A876" w14:textId="77777777" w:rsidTr="00923D7D">
        <w:tc>
          <w:tcPr>
            <w:tcW w:w="9639" w:type="dxa"/>
          </w:tcPr>
          <w:p w14:paraId="153F1E43" w14:textId="77777777" w:rsidR="009E33AE" w:rsidRPr="009E33AE" w:rsidRDefault="004E5439" w:rsidP="009E33A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Planowanie i realizacja ewaluacji projektu socjalnego (18 g)</w:t>
            </w:r>
          </w:p>
        </w:tc>
      </w:tr>
    </w:tbl>
    <w:p w14:paraId="7CE39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7B1E31" w14:textId="77777777" w:rsidR="0085747A" w:rsidRPr="009C54AE" w:rsidRDefault="009F4610" w:rsidP="000C66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422355" w14:textId="77777777" w:rsidR="00384CA5" w:rsidRPr="00384CA5" w:rsidRDefault="008A4D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384CA5">
        <w:rPr>
          <w:rFonts w:ascii="Corbel" w:hAnsi="Corbel"/>
          <w:b w:val="0"/>
          <w:smallCaps w:val="0"/>
          <w:szCs w:val="24"/>
        </w:rPr>
        <w:t>rojekt badawczy (praca w grupach)</w:t>
      </w:r>
      <w:r w:rsidR="009E33AE">
        <w:rPr>
          <w:rFonts w:ascii="Corbel" w:hAnsi="Corbel"/>
          <w:b w:val="0"/>
          <w:smallCaps w:val="0"/>
          <w:szCs w:val="24"/>
        </w:rPr>
        <w:t>, dyskusja.</w:t>
      </w:r>
    </w:p>
    <w:p w14:paraId="23522C1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71B7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9CB16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4FD527" w14:textId="77777777" w:rsidR="0085747A" w:rsidRPr="000C660C" w:rsidRDefault="0085747A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484028F7" w14:textId="77777777" w:rsidTr="00C05F44">
        <w:tc>
          <w:tcPr>
            <w:tcW w:w="1985" w:type="dxa"/>
            <w:vAlign w:val="center"/>
          </w:tcPr>
          <w:p w14:paraId="46B10D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588F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7B83C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7A5B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0AB1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477F1" w:rsidRPr="009C54AE" w14:paraId="35331886" w14:textId="77777777" w:rsidTr="00C05F44">
        <w:tc>
          <w:tcPr>
            <w:tcW w:w="1985" w:type="dxa"/>
          </w:tcPr>
          <w:p w14:paraId="607077B3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55AD046A" w14:textId="77777777" w:rsidR="001477F1" w:rsidRPr="009C54AE" w:rsidRDefault="001477F1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698F300B" w14:textId="77777777" w:rsidR="001477F1" w:rsidRPr="008A4DBB" w:rsidRDefault="008A4DBB" w:rsidP="00AA50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125207C7" w14:textId="77777777" w:rsidTr="00C05F44">
        <w:tc>
          <w:tcPr>
            <w:tcW w:w="1985" w:type="dxa"/>
          </w:tcPr>
          <w:p w14:paraId="04409032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E87487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FCB38E1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55E1964E" w14:textId="77777777" w:rsidTr="00C05F44">
        <w:tc>
          <w:tcPr>
            <w:tcW w:w="1985" w:type="dxa"/>
          </w:tcPr>
          <w:p w14:paraId="70011051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DBE803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5660AD34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11F62266" w14:textId="77777777" w:rsidTr="00C05F44">
        <w:tc>
          <w:tcPr>
            <w:tcW w:w="1985" w:type="dxa"/>
          </w:tcPr>
          <w:p w14:paraId="4A501630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D6FFFD5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4CB68AC2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8A4DBB" w:rsidRPr="009C54AE" w14:paraId="44FA0CB8" w14:textId="77777777" w:rsidTr="00C05F44">
        <w:tc>
          <w:tcPr>
            <w:tcW w:w="1985" w:type="dxa"/>
          </w:tcPr>
          <w:p w14:paraId="2A926871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DBD722B" w14:textId="77777777" w:rsidR="008A4DBB" w:rsidRPr="009C54AE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14:paraId="77D1C185" w14:textId="77777777" w:rsidR="008A4DBB" w:rsidRPr="008A4DBB" w:rsidRDefault="008A4DBB" w:rsidP="008A4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DB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47C6B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D476C" w14:textId="77777777" w:rsidR="00923D7D" w:rsidRPr="009C54AE" w:rsidRDefault="003E1941" w:rsidP="000C66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3FF63" w14:textId="77777777" w:rsidTr="00923D7D">
        <w:tc>
          <w:tcPr>
            <w:tcW w:w="9670" w:type="dxa"/>
          </w:tcPr>
          <w:p w14:paraId="65B9CA55" w14:textId="77777777" w:rsidR="0085747A" w:rsidRPr="009C54AE" w:rsidRDefault="00384CA5" w:rsidP="004E54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14:paraId="7FB9510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657D9E" w14:textId="77777777" w:rsidR="004E5439" w:rsidRPr="009C54AE" w:rsidRDefault="004E54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0B963" w14:textId="77777777" w:rsidR="0085747A" w:rsidRPr="000C660C" w:rsidRDefault="0085747A" w:rsidP="000C66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7C3405F" w14:textId="77777777" w:rsidTr="003E1941">
        <w:tc>
          <w:tcPr>
            <w:tcW w:w="4962" w:type="dxa"/>
            <w:vAlign w:val="center"/>
          </w:tcPr>
          <w:p w14:paraId="362504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2A6D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879D25" w14:textId="77777777" w:rsidTr="00923D7D">
        <w:tc>
          <w:tcPr>
            <w:tcW w:w="4962" w:type="dxa"/>
          </w:tcPr>
          <w:p w14:paraId="6889296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05D9F6" w14:textId="317C4234" w:rsidR="0085747A" w:rsidRPr="009C54AE" w:rsidRDefault="00B17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D18A91" w14:textId="77777777" w:rsidTr="00923D7D">
        <w:tc>
          <w:tcPr>
            <w:tcW w:w="4962" w:type="dxa"/>
          </w:tcPr>
          <w:p w14:paraId="55A441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7C1EA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9B0985A" w14:textId="77777777" w:rsidR="00C61DC5" w:rsidRPr="009C54AE" w:rsidRDefault="00FE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01634FE" w14:textId="77777777" w:rsidTr="00923D7D">
        <w:tc>
          <w:tcPr>
            <w:tcW w:w="4962" w:type="dxa"/>
          </w:tcPr>
          <w:p w14:paraId="7FBD96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3BAF3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BE7188" w14:textId="643527C9" w:rsidR="00C61DC5" w:rsidRPr="009C54AE" w:rsidRDefault="00B17D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  <w:bookmarkStart w:id="0" w:name="_GoBack"/>
            <w:bookmarkEnd w:id="0"/>
          </w:p>
        </w:tc>
      </w:tr>
      <w:tr w:rsidR="0085747A" w:rsidRPr="009C54AE" w14:paraId="0F5E58B9" w14:textId="77777777" w:rsidTr="00923D7D">
        <w:tc>
          <w:tcPr>
            <w:tcW w:w="4962" w:type="dxa"/>
          </w:tcPr>
          <w:p w14:paraId="0EFBAB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FA7B70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995EB5" w14:textId="77777777" w:rsidTr="00923D7D">
        <w:tc>
          <w:tcPr>
            <w:tcW w:w="4962" w:type="dxa"/>
          </w:tcPr>
          <w:p w14:paraId="317E6D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33F05F" w14:textId="77777777" w:rsidR="0085747A" w:rsidRPr="009C54AE" w:rsidRDefault="001477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2F2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A7AA0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1BD41" w14:textId="77777777" w:rsidR="0085747A" w:rsidRPr="009C54AE" w:rsidRDefault="0071620A" w:rsidP="000C66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70DF93B" w14:textId="77777777" w:rsidTr="0071620A">
        <w:trPr>
          <w:trHeight w:val="397"/>
        </w:trPr>
        <w:tc>
          <w:tcPr>
            <w:tcW w:w="3544" w:type="dxa"/>
          </w:tcPr>
          <w:p w14:paraId="40365F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EB1EEC" w14:textId="77777777" w:rsidR="0085747A" w:rsidRPr="009C54AE" w:rsidRDefault="000C6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16DB8158" w14:textId="77777777" w:rsidTr="0071620A">
        <w:trPr>
          <w:trHeight w:val="397"/>
        </w:trPr>
        <w:tc>
          <w:tcPr>
            <w:tcW w:w="3544" w:type="dxa"/>
          </w:tcPr>
          <w:p w14:paraId="4E1F40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05BAC9" w14:textId="77777777" w:rsidR="0085747A" w:rsidRPr="009C54AE" w:rsidRDefault="000C66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DFDDC0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EE777F" w14:textId="77777777" w:rsidR="00960640" w:rsidRPr="009C54AE" w:rsidRDefault="00960640" w:rsidP="000C660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6B084B" w14:textId="025678D6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A665D71" w14:textId="77777777" w:rsidR="008D09D2" w:rsidRPr="009C54AE" w:rsidRDefault="008D09D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D09D2" w:rsidRPr="009C54AE" w14:paraId="2AA42622" w14:textId="77777777" w:rsidTr="008D09D2">
        <w:trPr>
          <w:trHeight w:val="397"/>
        </w:trPr>
        <w:tc>
          <w:tcPr>
            <w:tcW w:w="9639" w:type="dxa"/>
          </w:tcPr>
          <w:p w14:paraId="34045018" w14:textId="77777777" w:rsidR="008D09D2" w:rsidRDefault="008D09D2" w:rsidP="000C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8186FB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Ewaluacja. Podręcznik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14:paraId="182411FE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Rozumienie ewaluacji w: 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Ł. Grzelak, M. J. Sochocki ( red. 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profilaktyki problemów dzieci i młodzieży,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Pracownia Profilaktyki Problemowej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AD309B3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(1997).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w edukacji,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Naukowa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D27FC5B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Mechanizmy wykorzystania ewaluacji. Studium ewaluacji średniookresowych INTERREG III,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SCHOLAR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2091138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Realizacja badań ewaluacyjnych w świetle prawa zamówień publicznych,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E642E0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Teoria i praktyka ewaluacji interwencji publicznych. Podręcznik akademicki,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CA04153" w14:textId="77777777" w:rsidR="008D09D2" w:rsidRPr="00690EF1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Piróg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jako wiedza w służbie wartości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 Jabłoński, J. Szymczyk (red.), Wiedza a moralność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4271DA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4271D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s. 299-312.</w:t>
            </w:r>
          </w:p>
          <w:p w14:paraId="4AF6DE9A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Standardy ewaluacji,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Polskie Towarzystwo Ewaluacyjne.</w:t>
            </w:r>
          </w:p>
          <w:p w14:paraId="0AA658AA" w14:textId="614DD7A3" w:rsidR="008D09D2" w:rsidRPr="009C54AE" w:rsidRDefault="008D09D2" w:rsidP="008D09D2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Podręcznik ewaluacji projektów infrastrukturalnych. Czy twój projekt przyniósł zamierzone korzyści?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D09D2" w:rsidRPr="00960640" w14:paraId="248CBD2A" w14:textId="77777777" w:rsidTr="008D09D2">
        <w:trPr>
          <w:trHeight w:val="397"/>
        </w:trPr>
        <w:tc>
          <w:tcPr>
            <w:tcW w:w="9639" w:type="dxa"/>
          </w:tcPr>
          <w:p w14:paraId="7657BEEA" w14:textId="77777777" w:rsidR="008D09D2" w:rsidRDefault="008D09D2" w:rsidP="000C22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440BAC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0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 (2007). Ewaluacja ex-post.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Teoria i praktyka badawcza,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809849" w14:textId="77777777" w:rsidR="008D09D2" w:rsidRPr="00960640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Krajowa Jednostka Oceny, Ewaluacja Narodowego Planu Rozwoju i Programów Operacyjnych w Polsce.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(2005).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Gospodarki i Pracy – Krajowa Jednostka Oceny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05ED0FB" w14:textId="77777777" w:rsidR="008D09D2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S.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Ewaluacja funduszy strukturalnych – perspektywa regionalna,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Akademia Ekonomiczna w Krakowie – Małopolska Szkoła Adminis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tracji Publicznej.</w:t>
            </w:r>
          </w:p>
          <w:p w14:paraId="40840A52" w14:textId="77777777" w:rsidR="008D09D2" w:rsidRPr="00960640" w:rsidRDefault="008D09D2" w:rsidP="000C22E3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Regionalnego, 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10DE3B9" w14:textId="77777777" w:rsidR="000C660C" w:rsidRDefault="000C660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E61F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7102B" w14:textId="77777777" w:rsidR="00596FCE" w:rsidRDefault="00596FCE" w:rsidP="00C16ABF">
      <w:pPr>
        <w:spacing w:after="0" w:line="240" w:lineRule="auto"/>
      </w:pPr>
      <w:r>
        <w:separator/>
      </w:r>
    </w:p>
  </w:endnote>
  <w:endnote w:type="continuationSeparator" w:id="0">
    <w:p w14:paraId="4B1CA8D1" w14:textId="77777777" w:rsidR="00596FCE" w:rsidRDefault="00596F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BA462" w14:textId="77777777" w:rsidR="00596FCE" w:rsidRDefault="00596FCE" w:rsidP="00C16ABF">
      <w:pPr>
        <w:spacing w:after="0" w:line="240" w:lineRule="auto"/>
      </w:pPr>
      <w:r>
        <w:separator/>
      </w:r>
    </w:p>
  </w:footnote>
  <w:footnote w:type="continuationSeparator" w:id="0">
    <w:p w14:paraId="61979F98" w14:textId="77777777" w:rsidR="00596FCE" w:rsidRDefault="00596FCE" w:rsidP="00C16ABF">
      <w:pPr>
        <w:spacing w:after="0" w:line="240" w:lineRule="auto"/>
      </w:pPr>
      <w:r>
        <w:continuationSeparator/>
      </w:r>
    </w:p>
  </w:footnote>
  <w:footnote w:id="1">
    <w:p w14:paraId="101865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9"/>
  </w:num>
  <w:num w:numId="4">
    <w:abstractNumId w:val="18"/>
  </w:num>
  <w:num w:numId="5">
    <w:abstractNumId w:val="13"/>
  </w:num>
  <w:num w:numId="6">
    <w:abstractNumId w:val="5"/>
  </w:num>
  <w:num w:numId="7">
    <w:abstractNumId w:val="20"/>
  </w:num>
  <w:num w:numId="8">
    <w:abstractNumId w:val="11"/>
  </w:num>
  <w:num w:numId="9">
    <w:abstractNumId w:val="9"/>
  </w:num>
  <w:num w:numId="10">
    <w:abstractNumId w:val="16"/>
  </w:num>
  <w:num w:numId="11">
    <w:abstractNumId w:val="12"/>
  </w:num>
  <w:num w:numId="12">
    <w:abstractNumId w:val="6"/>
  </w:num>
  <w:num w:numId="13">
    <w:abstractNumId w:val="17"/>
  </w:num>
  <w:num w:numId="14">
    <w:abstractNumId w:val="14"/>
  </w:num>
  <w:num w:numId="15">
    <w:abstractNumId w:val="0"/>
  </w:num>
  <w:num w:numId="16">
    <w:abstractNumId w:val="3"/>
  </w:num>
  <w:num w:numId="17">
    <w:abstractNumId w:val="2"/>
  </w:num>
  <w:num w:numId="18">
    <w:abstractNumId w:val="8"/>
  </w:num>
  <w:num w:numId="19">
    <w:abstractNumId w:val="15"/>
  </w:num>
  <w:num w:numId="20">
    <w:abstractNumId w:val="10"/>
  </w:num>
  <w:num w:numId="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04A6"/>
    <w:rsid w:val="00042A51"/>
    <w:rsid w:val="00042D2E"/>
    <w:rsid w:val="00044C82"/>
    <w:rsid w:val="00070ED6"/>
    <w:rsid w:val="00071CEC"/>
    <w:rsid w:val="000742DC"/>
    <w:rsid w:val="0007465E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E37"/>
    <w:rsid w:val="000C660C"/>
    <w:rsid w:val="000D04B0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F37"/>
    <w:rsid w:val="001A70D2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179F"/>
    <w:rsid w:val="00244ABC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84CA5"/>
    <w:rsid w:val="003A0A5B"/>
    <w:rsid w:val="003A1176"/>
    <w:rsid w:val="003A433F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136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76AD7"/>
    <w:rsid w:val="004840FD"/>
    <w:rsid w:val="00490F7D"/>
    <w:rsid w:val="00491678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3ACC"/>
    <w:rsid w:val="00561DB3"/>
    <w:rsid w:val="005624C0"/>
    <w:rsid w:val="0056696D"/>
    <w:rsid w:val="0059484D"/>
    <w:rsid w:val="00596FCE"/>
    <w:rsid w:val="005A0855"/>
    <w:rsid w:val="005A3196"/>
    <w:rsid w:val="005B0DC8"/>
    <w:rsid w:val="005C080F"/>
    <w:rsid w:val="005C55E5"/>
    <w:rsid w:val="005C696A"/>
    <w:rsid w:val="005E6E85"/>
    <w:rsid w:val="005F31D2"/>
    <w:rsid w:val="0060418D"/>
    <w:rsid w:val="0061029B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84922"/>
    <w:rsid w:val="00885F64"/>
    <w:rsid w:val="008917F9"/>
    <w:rsid w:val="00895EDA"/>
    <w:rsid w:val="008A45F7"/>
    <w:rsid w:val="008A4DBB"/>
    <w:rsid w:val="008C0CC0"/>
    <w:rsid w:val="008C19A9"/>
    <w:rsid w:val="008C379D"/>
    <w:rsid w:val="008C5147"/>
    <w:rsid w:val="008C5359"/>
    <w:rsid w:val="008C5363"/>
    <w:rsid w:val="008D09D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DB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9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9ED"/>
    <w:rsid w:val="00C56036"/>
    <w:rsid w:val="00C61DC5"/>
    <w:rsid w:val="00C67E92"/>
    <w:rsid w:val="00C70A26"/>
    <w:rsid w:val="00C76597"/>
    <w:rsid w:val="00C766DF"/>
    <w:rsid w:val="00C94B98"/>
    <w:rsid w:val="00C960D4"/>
    <w:rsid w:val="00CA2B96"/>
    <w:rsid w:val="00CA5089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AD"/>
    <w:rsid w:val="00EE32DE"/>
    <w:rsid w:val="00EE5457"/>
    <w:rsid w:val="00F070AB"/>
    <w:rsid w:val="00F17567"/>
    <w:rsid w:val="00F17CB3"/>
    <w:rsid w:val="00F206AD"/>
    <w:rsid w:val="00F27A7B"/>
    <w:rsid w:val="00F526AF"/>
    <w:rsid w:val="00F617C3"/>
    <w:rsid w:val="00F7066B"/>
    <w:rsid w:val="00F74EDF"/>
    <w:rsid w:val="00F83B28"/>
    <w:rsid w:val="00F84F69"/>
    <w:rsid w:val="00F974DA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D920"/>
  <w15:docId w15:val="{A53E59F6-BDFF-4E10-9275-38579F8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CDA08C-DBF5-4502-9C23-BCF4E8F053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74E4BD-942B-4E7F-9F48-04254B39EC27}"/>
</file>

<file path=customXml/itemProps3.xml><?xml version="1.0" encoding="utf-8"?>
<ds:datastoreItem xmlns:ds="http://schemas.openxmlformats.org/officeDocument/2006/customXml" ds:itemID="{C0ABC686-98A8-4043-A956-D52E05E368EF}"/>
</file>

<file path=customXml/itemProps4.xml><?xml version="1.0" encoding="utf-8"?>
<ds:datastoreItem xmlns:ds="http://schemas.openxmlformats.org/officeDocument/2006/customXml" ds:itemID="{9856CDA8-7CAB-4405-8944-515B2510D88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2019-02-06T12:12:00Z</cp:lastPrinted>
  <dcterms:created xsi:type="dcterms:W3CDTF">2021-09-30T20:51:00Z</dcterms:created>
  <dcterms:modified xsi:type="dcterms:W3CDTF">2021-10-02T11:55:00Z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